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7071F4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-103159</wp:posOffset>
                </wp:positionH>
                <wp:positionV relativeFrom="paragraph">
                  <wp:posOffset>298623</wp:posOffset>
                </wp:positionV>
                <wp:extent cx="5902037" cy="2999509"/>
                <wp:effectExtent l="0" t="0" r="22860" b="1079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2037" cy="2999509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5pt;width:464.75pt;height:23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" filled="f" strokecolor="#7030a0" strokeweight="1pt"/>
            </w:pict>
          </mc:Fallback>
        </mc:AlternateContent>
      </w:r>
      <w:r w:rsidR="007071F4">
        <w:rPr>
          <w:rFonts w:ascii="Arial" w:hAnsi="Arial" w:cs="Arial"/>
          <w:b/>
          <w:color w:val="7030A0"/>
          <w:sz w:val="28"/>
          <w:szCs w:val="28"/>
        </w:rPr>
        <w:t>TROUVE LES IMAGES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7345DE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Jeu de réaction et apprentissage ludique d'une farandole de mots en catalan.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AB14C6" w:rsidRDefault="00AB14C6" w:rsidP="00AB14C6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L1 11-12, L</w:t>
      </w:r>
      <w:r w:rsidR="008F69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17, L</w:t>
      </w:r>
      <w:r w:rsidR="008F69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27, L</w:t>
      </w:r>
      <w:r w:rsidR="008F69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 23, L</w:t>
      </w:r>
      <w:r w:rsidR="008F69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 23, L</w:t>
      </w:r>
      <w:r w:rsidR="008F69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 24, L</w:t>
      </w:r>
      <w:r w:rsidR="008F69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3 26 </w:t>
      </w:r>
    </w:p>
    <w:p w:rsidR="00AB14C6" w:rsidRDefault="00AB14C6" w:rsidP="00AB14C6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Mathématiques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 -</w:t>
      </w:r>
    </w:p>
    <w:p w:rsidR="00AB14C6" w:rsidRDefault="00AB14C6" w:rsidP="00AB14C6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Sciences humaines et sociales : - </w:t>
      </w:r>
    </w:p>
    <w:p w:rsidR="00AB14C6" w:rsidRDefault="00AB14C6" w:rsidP="00AB14C6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- </w:t>
      </w:r>
    </w:p>
    <w:p w:rsidR="00AB14C6" w:rsidRPr="0094240B" w:rsidRDefault="00AB14C6" w:rsidP="00AB14C6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 : CM</w:t>
      </w:r>
      <w:r w:rsidR="008F69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14, CM 24</w:t>
      </w:r>
    </w:p>
    <w:p w:rsidR="00AB14C6" w:rsidRPr="00687DE3" w:rsidRDefault="00AB14C6" w:rsidP="00AB14C6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>
        <w:rPr>
          <w:rFonts w:ascii="Arial" w:hAnsi="Arial" w:cs="Arial"/>
        </w:rPr>
        <w:t>FG</w:t>
      </w:r>
      <w:r w:rsidR="008F69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13, FG</w:t>
      </w:r>
      <w:r w:rsidR="008F69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14-15, FG</w:t>
      </w:r>
      <w:r w:rsidR="008F69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18, FG</w:t>
      </w:r>
      <w:r w:rsidR="008F69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24, FG</w:t>
      </w:r>
      <w:r w:rsidR="008F69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25, FG</w:t>
      </w:r>
      <w:r w:rsidR="008F69FC">
        <w:rPr>
          <w:rFonts w:ascii="Arial" w:hAnsi="Arial" w:cs="Arial"/>
        </w:rPr>
        <w:t xml:space="preserve"> </w:t>
      </w:r>
      <w:bookmarkStart w:id="0" w:name="_GoBack"/>
      <w:bookmarkEnd w:id="0"/>
      <w:r>
        <w:rPr>
          <w:rFonts w:ascii="Arial" w:hAnsi="Arial" w:cs="Arial"/>
        </w:rPr>
        <w:t>28</w:t>
      </w:r>
      <w:r>
        <w:rPr>
          <w:rFonts w:ascii="Arial" w:hAnsi="Arial" w:cs="Arial"/>
        </w:rPr>
        <w:tab/>
      </w:r>
    </w:p>
    <w:p w:rsidR="00AB14C6" w:rsidRDefault="00AB14C6" w:rsidP="00AB14C6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>
        <w:rPr>
          <w:rFonts w:ascii="Arial" w:hAnsi="Arial" w:cs="Arial"/>
        </w:rPr>
        <w:t xml:space="preserve"> Communication, collaborat</w:t>
      </w:r>
      <w:r w:rsidR="00520891">
        <w:rPr>
          <w:rFonts w:ascii="Arial" w:hAnsi="Arial" w:cs="Arial"/>
        </w:rPr>
        <w:t>ion, stratégies d'apprentissage</w:t>
      </w:r>
    </w:p>
    <w:p w:rsidR="004B3F3D" w:rsidRDefault="004B3F3D" w:rsidP="004B3F3D">
      <w:pPr>
        <w:rPr>
          <w:rFonts w:ascii="Arial" w:hAnsi="Arial" w:cs="Arial"/>
        </w:rPr>
      </w:pPr>
    </w:p>
    <w:p w:rsidR="00107076" w:rsidRDefault="00107076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7071F4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7071F4">
        <w:rPr>
          <w:rFonts w:ascii="Arial" w:hAnsi="Arial" w:cs="Arial"/>
          <w:b/>
        </w:rPr>
        <w:t>images</w:t>
      </w:r>
      <w:r>
        <w:rPr>
          <w:rFonts w:ascii="Arial" w:hAnsi="Arial" w:cs="Arial"/>
          <w:b/>
        </w:rPr>
        <w:t>"</w:t>
      </w:r>
    </w:p>
    <w:p w:rsidR="004B3F3D" w:rsidRDefault="0034714F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PDF "mots </w:t>
      </w:r>
      <w:r w:rsidR="007071F4">
        <w:rPr>
          <w:rFonts w:ascii="Arial" w:hAnsi="Arial" w:cs="Arial"/>
          <w:b/>
        </w:rPr>
        <w:t>ca</w:t>
      </w:r>
      <w:r w:rsidR="00107076">
        <w:rPr>
          <w:rFonts w:ascii="Arial" w:hAnsi="Arial" w:cs="Arial"/>
          <w:b/>
        </w:rPr>
        <w:t>talan</w:t>
      </w:r>
      <w:r>
        <w:rPr>
          <w:rFonts w:ascii="Arial" w:hAnsi="Arial" w:cs="Arial"/>
          <w:b/>
        </w:rPr>
        <w:t xml:space="preserve"> -</w:t>
      </w:r>
      <w:r w:rsidR="00107076">
        <w:rPr>
          <w:rFonts w:ascii="Arial" w:hAnsi="Arial" w:cs="Arial"/>
          <w:b/>
        </w:rPr>
        <w:t xml:space="preserve"> français"</w:t>
      </w:r>
      <w:r w:rsidR="00F723D3">
        <w:rPr>
          <w:rFonts w:ascii="Arial" w:hAnsi="Arial" w:cs="Arial"/>
          <w:b/>
        </w:rPr>
        <w:t xml:space="preserve"> </w:t>
      </w:r>
    </w:p>
    <w:p w:rsidR="00D660C8" w:rsidRPr="004B3F3D" w:rsidRDefault="00D660C8" w:rsidP="00F723D3">
      <w:pPr>
        <w:pStyle w:val="Paragraphedeliste"/>
        <w:rPr>
          <w:rFonts w:ascii="Arial" w:hAnsi="Arial" w:cs="Arial"/>
          <w:b/>
        </w:rPr>
      </w:pP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07076"/>
    <w:rsid w:val="001A4A00"/>
    <w:rsid w:val="0034714F"/>
    <w:rsid w:val="003F707B"/>
    <w:rsid w:val="004163C9"/>
    <w:rsid w:val="004B3F3D"/>
    <w:rsid w:val="00507F03"/>
    <w:rsid w:val="00520891"/>
    <w:rsid w:val="005472B9"/>
    <w:rsid w:val="005D699F"/>
    <w:rsid w:val="00687DE3"/>
    <w:rsid w:val="007071F4"/>
    <w:rsid w:val="00716697"/>
    <w:rsid w:val="007345DE"/>
    <w:rsid w:val="008844A5"/>
    <w:rsid w:val="008F69FC"/>
    <w:rsid w:val="0094240B"/>
    <w:rsid w:val="00AB14C6"/>
    <w:rsid w:val="00D61C79"/>
    <w:rsid w:val="00D660C8"/>
    <w:rsid w:val="00D75DB1"/>
    <w:rsid w:val="00DF5E50"/>
    <w:rsid w:val="00E01974"/>
    <w:rsid w:val="00EF1CA5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AD7FD482.dotm</Template>
  <TotalTime>40</TotalTime>
  <Pages>1</Pages>
  <Words>103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17</cp:revision>
  <dcterms:created xsi:type="dcterms:W3CDTF">2019-05-16T14:12:00Z</dcterms:created>
  <dcterms:modified xsi:type="dcterms:W3CDTF">2019-08-22T12:26:00Z</dcterms:modified>
</cp:coreProperties>
</file>